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5C6DDC39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bookmarkStart w:id="0" w:name="_GoBack"/>
      <w:bookmarkEnd w:id="0"/>
      <w:r>
        <w:rPr>
          <w:b w:val="0"/>
          <w:color w:val="auto"/>
          <w:sz w:val="18"/>
          <w:szCs w:val="18"/>
        </w:rPr>
        <w:t xml:space="preserve">Příloha č. </w:t>
      </w:r>
      <w:r w:rsidR="00F35758">
        <w:rPr>
          <w:b w:val="0"/>
          <w:color w:val="auto"/>
          <w:sz w:val="18"/>
          <w:szCs w:val="18"/>
        </w:rPr>
        <w:t>1 Rámcové dohody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576973F5" w:rsidR="00FC0FDA" w:rsidRPr="00AF7B65" w:rsidRDefault="00A56E3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6C8D8170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F35758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27C53593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A56E3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21F97E01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EE92FAB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5FD4B3D5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5FFEC82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266D391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F35758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490A398D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EC17F5C" w:rsidR="00FC0FDA" w:rsidRPr="00AF7B65" w:rsidRDefault="00F35758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4C081899" w:rsidR="00FC0FDA" w:rsidRPr="00AF7B65" w:rsidRDefault="00F35758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 w:rsidR="00A56E3E"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09FC4F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6E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6E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7619034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6E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6E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057D6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56E3E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C071B"/>
    <w:rsid w:val="00ED14BD"/>
    <w:rsid w:val="00EF621B"/>
    <w:rsid w:val="00F0533E"/>
    <w:rsid w:val="00F1048D"/>
    <w:rsid w:val="00F12DEC"/>
    <w:rsid w:val="00F1715C"/>
    <w:rsid w:val="00F2291F"/>
    <w:rsid w:val="00F310F8"/>
    <w:rsid w:val="00F3575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8D6842-4B81-4EEC-B81F-37E26E15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14</TotalTime>
  <Pages>3</Pages>
  <Words>827</Words>
  <Characters>4884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21</cp:revision>
  <cp:lastPrinted>2017-11-28T17:18:00Z</cp:lastPrinted>
  <dcterms:created xsi:type="dcterms:W3CDTF">2020-09-22T11:24:00Z</dcterms:created>
  <dcterms:modified xsi:type="dcterms:W3CDTF">2022-05-26T11:57:00Z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